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D63D26">
        <w:rPr>
          <w:b/>
        </w:rPr>
        <w:t>„</w:t>
      </w:r>
      <w:bookmarkEnd w:id="0"/>
      <w:r w:rsidR="0029242F" w:rsidRPr="0029242F">
        <w:rPr>
          <w:rStyle w:val="FontStyle37"/>
          <w:rFonts w:asciiTheme="minorHAnsi" w:hAnsiTheme="minorHAnsi"/>
          <w:sz w:val="18"/>
          <w:szCs w:val="18"/>
        </w:rPr>
        <w:t>Oprava zabezpečovacího zařízení u SSZT Praha východ_ přípravné dokumentace 2021</w:t>
      </w:r>
      <w:r w:rsidRPr="005C2CBC">
        <w:rPr>
          <w:b/>
        </w:rPr>
        <w:t>“</w:t>
      </w:r>
      <w:r w:rsidRPr="005C2CBC">
        <w:t xml:space="preserve">, </w:t>
      </w:r>
      <w:proofErr w:type="gramStart"/>
      <w:r w:rsidR="005C2CBC" w:rsidRPr="005C2CBC">
        <w:t>č.j.</w:t>
      </w:r>
      <w:proofErr w:type="gramEnd"/>
      <w:r w:rsidR="005C2CBC" w:rsidRPr="005C2CBC">
        <w:t xml:space="preserve"> </w:t>
      </w:r>
      <w:bookmarkStart w:id="1" w:name="_GoBack"/>
      <w:bookmarkEnd w:id="1"/>
      <w:r w:rsidR="005C2CBC" w:rsidRPr="00163B1E">
        <w:t>32</w:t>
      </w:r>
      <w:r w:rsidR="00163B1E" w:rsidRPr="00163B1E">
        <w:t>496</w:t>
      </w:r>
      <w:r w:rsidRPr="00163B1E">
        <w:t>/</w:t>
      </w:r>
      <w:r w:rsidRPr="005C2CBC">
        <w:t>20</w:t>
      </w:r>
      <w:r w:rsidR="003B0398" w:rsidRPr="005C2CBC">
        <w:t>20</w:t>
      </w:r>
      <w:r w:rsidRPr="005C2CBC">
        <w:t>-SŽ-OŘ PHA-OVZ tímto čestně prohlašuje, že je účastníkem</w:t>
      </w:r>
      <w:r w:rsidRPr="005E4B67">
        <w:t>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24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24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B4E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EBE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17B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41C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63B1E"/>
    <w:rsid w:val="00170EC5"/>
    <w:rsid w:val="001747C1"/>
    <w:rsid w:val="00184743"/>
    <w:rsid w:val="00207DF5"/>
    <w:rsid w:val="00280E07"/>
    <w:rsid w:val="0029242F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2CBC"/>
    <w:rsid w:val="005F1404"/>
    <w:rsid w:val="0061068E"/>
    <w:rsid w:val="00660AD3"/>
    <w:rsid w:val="00677B7F"/>
    <w:rsid w:val="006A4BD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3D26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923B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5E4A0A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63D2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59AAB2-A1D0-47C2-9646-1001009F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2020-08-31T09:10:00Z</dcterms:created>
  <dcterms:modified xsi:type="dcterms:W3CDTF">2020-08-31T10:55:00Z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